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ook w:val="01E0" w:firstRow="1" w:lastRow="1" w:firstColumn="1" w:lastColumn="1" w:noHBand="0" w:noVBand="0"/>
      </w:tblPr>
      <w:tblGrid>
        <w:gridCol w:w="1504"/>
        <w:gridCol w:w="3564"/>
        <w:gridCol w:w="2880"/>
        <w:gridCol w:w="1975"/>
      </w:tblGrid>
      <w:tr w:rsidR="007D6205" w:rsidRPr="00FF7257" w:rsidTr="0076019D">
        <w:trPr>
          <w:trHeight w:val="475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7D6205" w:rsidRDefault="007D6205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Auftraggeber</w:t>
            </w:r>
          </w:p>
          <w:p w:rsidR="00730E15" w:rsidRPr="00FF7257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205" w:rsidRDefault="007D6205" w:rsidP="0076019D">
            <w:pPr>
              <w:rPr>
                <w:sz w:val="16"/>
                <w:szCs w:val="16"/>
              </w:rPr>
            </w:pPr>
            <w:r w:rsidRPr="00911A4F">
              <w:rPr>
                <w:sz w:val="16"/>
                <w:szCs w:val="16"/>
              </w:rPr>
              <w:t>Auftragsnummer</w:t>
            </w:r>
          </w:p>
          <w:p w:rsidR="00730E15" w:rsidRPr="00911A4F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205" w:rsidRDefault="003E0F73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Auftragsd</w:t>
            </w:r>
            <w:r w:rsidRPr="00911A4F">
              <w:rPr>
                <w:sz w:val="16"/>
                <w:szCs w:val="16"/>
              </w:rPr>
              <w:t>atum</w:t>
            </w:r>
          </w:p>
          <w:p w:rsidR="00730E15" w:rsidRPr="00911A4F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E0F73" w:rsidRPr="00FF7257" w:rsidTr="0076019D">
        <w:trPr>
          <w:trHeight w:val="475"/>
        </w:trPr>
        <w:tc>
          <w:tcPr>
            <w:tcW w:w="5068" w:type="dxa"/>
            <w:gridSpan w:val="2"/>
            <w:tcBorders>
              <w:right w:val="single" w:sz="4" w:space="0" w:color="808080"/>
            </w:tcBorders>
            <w:shd w:val="clear" w:color="auto" w:fill="auto"/>
            <w:noWrap/>
            <w:tcMar>
              <w:left w:w="28" w:type="dxa"/>
            </w:tcMar>
          </w:tcPr>
          <w:p w:rsidR="003E0F73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E0F73" w:rsidRDefault="003E0F73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Aktenzeichen</w:t>
            </w:r>
          </w:p>
          <w:p w:rsidR="00730E15" w:rsidRPr="00911A4F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E0F73" w:rsidRDefault="003E0F73" w:rsidP="007601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  <w:p w:rsidR="00730E15" w:rsidRPr="00911A4F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FF7257" w:rsidTr="00FE5A69">
        <w:trPr>
          <w:trHeight w:val="2835"/>
        </w:trPr>
        <w:tc>
          <w:tcPr>
            <w:tcW w:w="9923" w:type="dxa"/>
            <w:gridSpan w:val="4"/>
            <w:noWrap/>
            <w:tcMar>
              <w:left w:w="28" w:type="dxa"/>
            </w:tcMar>
          </w:tcPr>
          <w:p w:rsidR="007D6205" w:rsidRPr="00FF7257" w:rsidRDefault="00730E15" w:rsidP="0076019D">
            <w:pPr>
              <w:rPr>
                <w:sz w:val="16"/>
                <w:szCs w:val="16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:rsidTr="0076019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:rsidR="007D6205" w:rsidRPr="00AF5608" w:rsidRDefault="007D6205" w:rsidP="0076019D">
            <w:r w:rsidRPr="00AF5608">
              <w:t>Baumaßnahme</w:t>
            </w:r>
          </w:p>
        </w:tc>
        <w:tc>
          <w:tcPr>
            <w:tcW w:w="8419" w:type="dxa"/>
            <w:gridSpan w:val="3"/>
            <w:tcBorders>
              <w:bottom w:val="single" w:sz="4" w:space="0" w:color="808080"/>
            </w:tcBorders>
            <w:noWrap/>
            <w:vAlign w:val="center"/>
          </w:tcPr>
          <w:p w:rsidR="007D6205" w:rsidRPr="00AA3CA8" w:rsidRDefault="00730E15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:rsidTr="0076019D">
        <w:trPr>
          <w:trHeight w:val="397"/>
        </w:trPr>
        <w:tc>
          <w:tcPr>
            <w:tcW w:w="1504" w:type="dxa"/>
            <w:noWrap/>
            <w:tcMar>
              <w:left w:w="28" w:type="dxa"/>
            </w:tcMar>
            <w:vAlign w:val="center"/>
          </w:tcPr>
          <w:p w:rsidR="007D6205" w:rsidRPr="00AF5608" w:rsidRDefault="007D6205" w:rsidP="0076019D"/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:rsidR="007D6205" w:rsidRPr="00AA3CA8" w:rsidRDefault="00730E15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:rsidTr="0076019D">
        <w:trPr>
          <w:trHeight w:val="397"/>
        </w:trPr>
        <w:tc>
          <w:tcPr>
            <w:tcW w:w="1504" w:type="dxa"/>
            <w:noWrap/>
            <w:tcMar>
              <w:left w:w="28" w:type="dxa"/>
            </w:tcMar>
          </w:tcPr>
          <w:p w:rsidR="007D6205" w:rsidRPr="00AF5608" w:rsidRDefault="007D6205" w:rsidP="0076019D">
            <w:pPr>
              <w:spacing w:before="120"/>
            </w:pPr>
            <w:r>
              <w:t>Leistung</w:t>
            </w:r>
          </w:p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:rsidR="007D6205" w:rsidRPr="00AA3CA8" w:rsidRDefault="00730E15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D6205" w:rsidRPr="00AA3CA8" w:rsidTr="0076019D">
        <w:trPr>
          <w:trHeight w:val="397"/>
        </w:trPr>
        <w:tc>
          <w:tcPr>
            <w:tcW w:w="1504" w:type="dxa"/>
            <w:noWrap/>
            <w:tcMar>
              <w:left w:w="28" w:type="dxa"/>
            </w:tcMar>
          </w:tcPr>
          <w:p w:rsidR="007D6205" w:rsidRPr="00AF5608" w:rsidRDefault="007D6205" w:rsidP="0076019D">
            <w:pPr>
              <w:spacing w:before="120"/>
            </w:pPr>
          </w:p>
        </w:tc>
        <w:tc>
          <w:tcPr>
            <w:tcW w:w="8419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vAlign w:val="center"/>
          </w:tcPr>
          <w:p w:rsidR="007D6205" w:rsidRPr="00AA3CA8" w:rsidRDefault="00730E15" w:rsidP="0076019D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tbl>
      <w:tblPr>
        <w:tblStyle w:val="Tabellenraster"/>
        <w:tblW w:w="9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9541"/>
      </w:tblGrid>
      <w:tr w:rsidR="00C51D3B" w:rsidTr="006B622C">
        <w:trPr>
          <w:trHeight w:val="284"/>
        </w:trPr>
        <w:tc>
          <w:tcPr>
            <w:tcW w:w="9975" w:type="dxa"/>
            <w:gridSpan w:val="2"/>
            <w:noWrap/>
            <w:tcMar>
              <w:top w:w="57" w:type="dxa"/>
              <w:left w:w="28" w:type="dxa"/>
              <w:right w:w="0" w:type="dxa"/>
            </w:tcMar>
          </w:tcPr>
          <w:p w:rsidR="00C51D3B" w:rsidRDefault="00C51D3B" w:rsidP="00FE5A69">
            <w:pPr>
              <w:pStyle w:val="Oben"/>
            </w:pPr>
            <w:r>
              <w:t>Vertragskündigung nach §</w:t>
            </w:r>
            <w:r w:rsidR="00911A4F">
              <w:t> </w:t>
            </w:r>
            <w:r>
              <w:t>8 Abs</w:t>
            </w:r>
            <w:r w:rsidR="00911A4F">
              <w:t>atz </w:t>
            </w:r>
            <w:r>
              <w:t>3 VOB/B</w:t>
            </w:r>
          </w:p>
        </w:tc>
      </w:tr>
      <w:tr w:rsidR="00710B88" w:rsidTr="006B622C">
        <w:trPr>
          <w:trHeight w:val="375"/>
        </w:trPr>
        <w:tc>
          <w:tcPr>
            <w:tcW w:w="434" w:type="dxa"/>
            <w:noWrap/>
            <w:tcMar>
              <w:top w:w="57" w:type="dxa"/>
              <w:left w:w="28" w:type="dxa"/>
              <w:right w:w="0" w:type="dxa"/>
            </w:tcMar>
          </w:tcPr>
          <w:p w:rsidR="00710B88" w:rsidRDefault="00710B88" w:rsidP="00911A4F">
            <w:pPr>
              <w:rPr>
                <w:b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730E15">
              <w:rPr>
                <w:szCs w:val="20"/>
              </w:rPr>
            </w:r>
            <w:r w:rsidR="00730E15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541" w:type="dxa"/>
          </w:tcPr>
          <w:p w:rsidR="00710B88" w:rsidRDefault="00710B88" w:rsidP="00815FFA">
            <w:pPr>
              <w:rPr>
                <w:b/>
              </w:rPr>
            </w:pPr>
            <w:r>
              <w:rPr>
                <w:b/>
              </w:rPr>
              <w:t>wegen Leistungsverzug (§</w:t>
            </w:r>
            <w:r w:rsidR="00815FFA">
              <w:rPr>
                <w:b/>
              </w:rPr>
              <w:t> </w:t>
            </w:r>
            <w:r>
              <w:rPr>
                <w:b/>
              </w:rPr>
              <w:t>5 Abs</w:t>
            </w:r>
            <w:r w:rsidR="00815FFA">
              <w:rPr>
                <w:b/>
              </w:rPr>
              <w:t>atz </w:t>
            </w:r>
            <w:r>
              <w:rPr>
                <w:b/>
              </w:rPr>
              <w:t>4 VOB/B)</w:t>
            </w:r>
          </w:p>
        </w:tc>
      </w:tr>
      <w:tr w:rsidR="00710B88" w:rsidTr="006B622C">
        <w:trPr>
          <w:trHeight w:val="375"/>
        </w:trPr>
        <w:tc>
          <w:tcPr>
            <w:tcW w:w="434" w:type="dxa"/>
            <w:noWrap/>
            <w:tcMar>
              <w:top w:w="57" w:type="dxa"/>
              <w:left w:w="28" w:type="dxa"/>
              <w:right w:w="0" w:type="dxa"/>
            </w:tcMar>
          </w:tcPr>
          <w:p w:rsidR="00710B88" w:rsidRPr="0012323A" w:rsidRDefault="00710B88" w:rsidP="00911A4F">
            <w:pPr>
              <w:rPr>
                <w:szCs w:val="20"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730E15">
              <w:rPr>
                <w:szCs w:val="20"/>
              </w:rPr>
            </w:r>
            <w:r w:rsidR="00730E15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541" w:type="dxa"/>
          </w:tcPr>
          <w:p w:rsidR="00710B88" w:rsidRDefault="00710B88" w:rsidP="00815FFA">
            <w:pPr>
              <w:rPr>
                <w:b/>
              </w:rPr>
            </w:pPr>
            <w:r>
              <w:rPr>
                <w:b/>
              </w:rPr>
              <w:t>wegen mangelhafter/vertragswidriger Leistungen (§</w:t>
            </w:r>
            <w:r w:rsidR="00815FFA">
              <w:rPr>
                <w:b/>
              </w:rPr>
              <w:t> </w:t>
            </w:r>
            <w:r>
              <w:rPr>
                <w:b/>
              </w:rPr>
              <w:t>4 Abs</w:t>
            </w:r>
            <w:r w:rsidR="00815FFA">
              <w:rPr>
                <w:b/>
              </w:rPr>
              <w:t>atz </w:t>
            </w:r>
            <w:r>
              <w:rPr>
                <w:b/>
              </w:rPr>
              <w:t>7 oder Abs</w:t>
            </w:r>
            <w:r w:rsidR="00815FFA">
              <w:rPr>
                <w:b/>
              </w:rPr>
              <w:t>atz </w:t>
            </w:r>
            <w:r>
              <w:rPr>
                <w:b/>
              </w:rPr>
              <w:t>8 VOB/B)</w:t>
            </w:r>
          </w:p>
        </w:tc>
      </w:tr>
    </w:tbl>
    <w:p w:rsidR="008405F0" w:rsidRPr="005923CB" w:rsidRDefault="008405F0" w:rsidP="00FE5A69">
      <w:pPr>
        <w:pStyle w:val="Text"/>
      </w:pPr>
      <w:r w:rsidRPr="005923CB">
        <w:t>Sehr geehrte Damen und Herren</w:t>
      </w:r>
      <w:r w:rsidR="004A666B" w:rsidRPr="005923CB">
        <w:t>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1308"/>
        <w:gridCol w:w="1985"/>
        <w:gridCol w:w="6630"/>
      </w:tblGrid>
      <w:tr w:rsidR="001B798D" w:rsidRPr="00AA3CA8" w:rsidTr="006B622C">
        <w:trPr>
          <w:trHeight w:val="284"/>
        </w:trPr>
        <w:tc>
          <w:tcPr>
            <w:tcW w:w="1300" w:type="dxa"/>
            <w:noWrap/>
            <w:tcMar>
              <w:top w:w="57" w:type="dxa"/>
              <w:left w:w="28" w:type="dxa"/>
              <w:right w:w="0" w:type="dxa"/>
            </w:tcMar>
          </w:tcPr>
          <w:p w:rsidR="001B798D" w:rsidRPr="00AA3CA8" w:rsidRDefault="001B798D" w:rsidP="00C737CB">
            <w:r w:rsidRPr="0012323A">
              <w:rPr>
                <w:szCs w:val="20"/>
              </w:rPr>
              <w:t xml:space="preserve">ich habe </w:t>
            </w:r>
            <w:r w:rsidRPr="00920EF2">
              <w:rPr>
                <w:szCs w:val="20"/>
              </w:rPr>
              <w:t>am</w:t>
            </w:r>
          </w:p>
        </w:tc>
        <w:tc>
          <w:tcPr>
            <w:tcW w:w="1985" w:type="dxa"/>
            <w:tcBorders>
              <w:bottom w:val="single" w:sz="4" w:space="0" w:color="A6A6A6" w:themeColor="background1" w:themeShade="A6"/>
            </w:tcBorders>
            <w:tcMar>
              <w:top w:w="57" w:type="dxa"/>
              <w:left w:w="28" w:type="dxa"/>
            </w:tcMar>
          </w:tcPr>
          <w:p w:rsidR="001B798D" w:rsidRPr="00AA3CA8" w:rsidRDefault="00730E15" w:rsidP="00C737C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6638" w:type="dxa"/>
            <w:tcMar>
              <w:top w:w="57" w:type="dxa"/>
              <w:left w:w="28" w:type="dxa"/>
            </w:tcMar>
            <w:vAlign w:val="bottom"/>
          </w:tcPr>
          <w:p w:rsidR="001B798D" w:rsidRPr="00AA3CA8" w:rsidRDefault="001B798D" w:rsidP="00C737CB">
            <w:r w:rsidRPr="0012323A">
              <w:rPr>
                <w:szCs w:val="20"/>
              </w:rPr>
              <w:t>folgenden Bautenstand</w:t>
            </w:r>
            <w:r w:rsidR="00710B88">
              <w:rPr>
                <w:szCs w:val="20"/>
              </w:rPr>
              <w:t>/Sachverhalt</w:t>
            </w:r>
            <w:r w:rsidRPr="0012323A">
              <w:rPr>
                <w:szCs w:val="20"/>
              </w:rPr>
              <w:t xml:space="preserve"> festgestellt:</w:t>
            </w:r>
          </w:p>
        </w:tc>
      </w:tr>
      <w:tr w:rsidR="00D66F11" w:rsidRPr="00AA3CA8" w:rsidTr="006B622C">
        <w:trPr>
          <w:trHeight w:val="1653"/>
        </w:trPr>
        <w:tc>
          <w:tcPr>
            <w:tcW w:w="9923" w:type="dxa"/>
            <w:gridSpan w:val="3"/>
            <w:tcBorders>
              <w:bottom w:val="single" w:sz="4" w:space="0" w:color="808080"/>
            </w:tcBorders>
            <w:noWrap/>
          </w:tcPr>
          <w:p w:rsidR="00F549E9" w:rsidRPr="00AA3CA8" w:rsidRDefault="00730E15" w:rsidP="00F549E9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84"/>
        <w:gridCol w:w="5084"/>
        <w:gridCol w:w="481"/>
        <w:gridCol w:w="1952"/>
        <w:gridCol w:w="567"/>
        <w:gridCol w:w="1527"/>
        <w:gridCol w:w="28"/>
      </w:tblGrid>
      <w:tr w:rsidR="00E008B8" w:rsidTr="00911A4F">
        <w:trPr>
          <w:gridAfter w:val="1"/>
          <w:wAfter w:w="28" w:type="dxa"/>
          <w:trHeight w:val="284"/>
        </w:trPr>
        <w:tc>
          <w:tcPr>
            <w:tcW w:w="9923" w:type="dxa"/>
            <w:gridSpan w:val="6"/>
            <w:tcMar>
              <w:left w:w="28" w:type="dxa"/>
              <w:right w:w="0" w:type="dxa"/>
            </w:tcMar>
          </w:tcPr>
          <w:p w:rsidR="00E008B8" w:rsidRPr="0012323A" w:rsidRDefault="00FC770F" w:rsidP="00FE5A69">
            <w:pPr>
              <w:tabs>
                <w:tab w:val="left" w:pos="426"/>
                <w:tab w:val="left" w:pos="7371"/>
                <w:tab w:val="left" w:pos="9498"/>
              </w:tabs>
              <w:spacing w:line="360" w:lineRule="auto"/>
              <w:rPr>
                <w:szCs w:val="20"/>
              </w:rPr>
            </w:pPr>
            <w:r>
              <w:rPr>
                <w:szCs w:val="20"/>
              </w:rPr>
              <w:t>Folglich</w:t>
            </w:r>
            <w:r w:rsidRPr="0012323A">
              <w:rPr>
                <w:szCs w:val="20"/>
              </w:rPr>
              <w:t xml:space="preserve"> </w:t>
            </w:r>
            <w:r w:rsidR="00E008B8">
              <w:rPr>
                <w:szCs w:val="20"/>
              </w:rPr>
              <w:t xml:space="preserve">ist die </w:t>
            </w:r>
            <w:r w:rsidR="0053690D">
              <w:rPr>
                <w:szCs w:val="20"/>
              </w:rPr>
              <w:t xml:space="preserve">von mir </w:t>
            </w:r>
            <w:r w:rsidR="00E008B8">
              <w:rPr>
                <w:szCs w:val="20"/>
              </w:rPr>
              <w:t xml:space="preserve">mit </w:t>
            </w:r>
            <w:r w:rsidR="003E0F73">
              <w:rPr>
                <w:szCs w:val="20"/>
              </w:rPr>
              <w:t xml:space="preserve">Androhung der Vertragskündigung vom </w:t>
            </w:r>
            <w:r w:rsidR="00730E1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30E15">
              <w:instrText xml:space="preserve"> FORMTEXT </w:instrText>
            </w:r>
            <w:r w:rsidR="00730E15">
              <w:fldChar w:fldCharType="separate"/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fldChar w:fldCharType="end"/>
            </w:r>
            <w:r w:rsidR="003E0F73">
              <w:rPr>
                <w:szCs w:val="20"/>
              </w:rPr>
              <w:tab/>
              <w:t>Az.:</w:t>
            </w:r>
            <w:r w:rsidR="00730E15">
              <w:rPr>
                <w:szCs w:val="20"/>
              </w:rPr>
              <w:t xml:space="preserve"> </w:t>
            </w:r>
            <w:r w:rsidR="00730E1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30E15">
              <w:instrText xml:space="preserve"> FORMTEXT </w:instrText>
            </w:r>
            <w:r w:rsidR="00730E15">
              <w:fldChar w:fldCharType="separate"/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fldChar w:fldCharType="end"/>
            </w:r>
            <w:r w:rsidR="003E0F73">
              <w:rPr>
                <w:szCs w:val="20"/>
              </w:rPr>
              <w:tab/>
            </w:r>
            <w:r w:rsidR="0053690D">
              <w:rPr>
                <w:szCs w:val="20"/>
              </w:rPr>
              <w:t xml:space="preserve"> </w:t>
            </w:r>
            <w:r w:rsidR="00E008B8">
              <w:rPr>
                <w:szCs w:val="20"/>
              </w:rPr>
              <w:t xml:space="preserve">gesetzte </w:t>
            </w:r>
            <w:r w:rsidR="00710B88">
              <w:rPr>
                <w:szCs w:val="20"/>
              </w:rPr>
              <w:t>Nachf</w:t>
            </w:r>
            <w:r w:rsidR="00E008B8">
              <w:rPr>
                <w:szCs w:val="20"/>
              </w:rPr>
              <w:t>rist fruchtlos abgelaufen.</w:t>
            </w:r>
          </w:p>
        </w:tc>
      </w:tr>
      <w:tr w:rsidR="005C1FDB" w:rsidTr="00FE5A69">
        <w:tblPrEx>
          <w:tblBorders>
            <w:bottom w:val="single" w:sz="4" w:space="0" w:color="BFBFBF" w:themeColor="background1" w:themeShade="BF"/>
          </w:tblBorders>
          <w:tblCellMar>
            <w:top w:w="0" w:type="dxa"/>
          </w:tblCellMar>
        </w:tblPrEx>
        <w:trPr>
          <w:trHeight w:val="284"/>
        </w:trPr>
        <w:tc>
          <w:tcPr>
            <w:tcW w:w="5387" w:type="dxa"/>
            <w:gridSpan w:val="2"/>
            <w:tcMar>
              <w:top w:w="28" w:type="dxa"/>
              <w:left w:w="28" w:type="dxa"/>
              <w:right w:w="0" w:type="dxa"/>
            </w:tcMar>
          </w:tcPr>
          <w:p w:rsidR="005C1FDB" w:rsidRDefault="005C1FDB" w:rsidP="005C1FDB">
            <w:pPr>
              <w:rPr>
                <w:szCs w:val="20"/>
              </w:rPr>
            </w:pPr>
            <w:r>
              <w:rPr>
                <w:b/>
                <w:szCs w:val="20"/>
              </w:rPr>
              <w:t>Aus diesem Grund kündige ich hiermit den Bauvertrag</w:t>
            </w:r>
          </w:p>
        </w:tc>
        <w:tc>
          <w:tcPr>
            <w:tcW w:w="481" w:type="dxa"/>
            <w:tcBorders>
              <w:bottom w:val="nil"/>
            </w:tcBorders>
            <w:tcMar>
              <w:top w:w="28" w:type="dxa"/>
              <w:left w:w="28" w:type="dxa"/>
            </w:tcMar>
          </w:tcPr>
          <w:p w:rsidR="005C1FDB" w:rsidRDefault="005C1FDB" w:rsidP="008405F0">
            <w:pPr>
              <w:rPr>
                <w:szCs w:val="20"/>
              </w:rPr>
            </w:pPr>
            <w:r>
              <w:rPr>
                <w:b/>
                <w:szCs w:val="20"/>
              </w:rPr>
              <w:t>Nr.:</w:t>
            </w:r>
          </w:p>
        </w:tc>
        <w:tc>
          <w:tcPr>
            <w:tcW w:w="1957" w:type="dxa"/>
            <w:tcBorders>
              <w:bottom w:val="single" w:sz="4" w:space="0" w:color="A6A6A6" w:themeColor="background1" w:themeShade="A6"/>
            </w:tcBorders>
            <w:tcMar>
              <w:top w:w="28" w:type="dxa"/>
              <w:left w:w="28" w:type="dxa"/>
            </w:tcMar>
          </w:tcPr>
          <w:p w:rsidR="005C1FDB" w:rsidRDefault="00730E15" w:rsidP="008405F0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left w:w="28" w:type="dxa"/>
            </w:tcMar>
          </w:tcPr>
          <w:p w:rsidR="005C1FDB" w:rsidRDefault="005C1FDB" w:rsidP="008405F0">
            <w:pPr>
              <w:rPr>
                <w:szCs w:val="20"/>
              </w:rPr>
            </w:pPr>
            <w:r>
              <w:rPr>
                <w:b/>
                <w:szCs w:val="20"/>
              </w:rPr>
              <w:t>vom</w:t>
            </w:r>
          </w:p>
        </w:tc>
        <w:tc>
          <w:tcPr>
            <w:tcW w:w="1559" w:type="dxa"/>
            <w:gridSpan w:val="2"/>
            <w:tcBorders>
              <w:bottom w:val="single" w:sz="4" w:space="0" w:color="A6A6A6" w:themeColor="background1" w:themeShade="A6"/>
            </w:tcBorders>
            <w:tcMar>
              <w:top w:w="28" w:type="dxa"/>
              <w:left w:w="28" w:type="dxa"/>
            </w:tcMar>
          </w:tcPr>
          <w:p w:rsidR="005C1FDB" w:rsidRDefault="00730E15" w:rsidP="008405F0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1FDB" w:rsidTr="00911A4F">
        <w:tblPrEx>
          <w:tblBorders>
            <w:bottom w:val="single" w:sz="4" w:space="0" w:color="BFBFBF" w:themeColor="background1" w:themeShade="BF"/>
          </w:tblBorders>
          <w:tblCellMar>
            <w:top w:w="0" w:type="dxa"/>
          </w:tblCellMar>
        </w:tblPrEx>
        <w:trPr>
          <w:trHeight w:val="284"/>
        </w:trPr>
        <w:tc>
          <w:tcPr>
            <w:tcW w:w="9951" w:type="dxa"/>
            <w:gridSpan w:val="7"/>
            <w:tcMar>
              <w:top w:w="28" w:type="dxa"/>
              <w:left w:w="28" w:type="dxa"/>
              <w:right w:w="0" w:type="dxa"/>
            </w:tcMar>
          </w:tcPr>
          <w:p w:rsidR="005C1FDB" w:rsidRDefault="005C1FDB" w:rsidP="008405F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mit sofortiger Wirkung</w:t>
            </w:r>
          </w:p>
        </w:tc>
      </w:tr>
      <w:tr w:rsidR="00C51D3B" w:rsidTr="00911A4F">
        <w:tblPrEx>
          <w:tblBorders>
            <w:bottom w:val="single" w:sz="4" w:space="0" w:color="BFBFBF" w:themeColor="background1" w:themeShade="BF"/>
          </w:tblBorders>
          <w:tblCellMar>
            <w:top w:w="0" w:type="dxa"/>
          </w:tblCellMar>
        </w:tblPrEx>
        <w:trPr>
          <w:trHeight w:val="284"/>
        </w:trPr>
        <w:tc>
          <w:tcPr>
            <w:tcW w:w="284" w:type="dxa"/>
            <w:tcMar>
              <w:top w:w="28" w:type="dxa"/>
              <w:left w:w="28" w:type="dxa"/>
              <w:right w:w="0" w:type="dxa"/>
            </w:tcMar>
          </w:tcPr>
          <w:p w:rsidR="00C51D3B" w:rsidRPr="00620245" w:rsidRDefault="00C51D3B" w:rsidP="00C51D3B">
            <w:pPr>
              <w:rPr>
                <w:szCs w:val="20"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730E15">
              <w:rPr>
                <w:szCs w:val="20"/>
              </w:rPr>
            </w:r>
            <w:r w:rsidR="00730E15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667" w:type="dxa"/>
            <w:gridSpan w:val="6"/>
            <w:tcMar>
              <w:top w:w="28" w:type="dxa"/>
              <w:left w:w="28" w:type="dxa"/>
              <w:right w:w="0" w:type="dxa"/>
            </w:tcMar>
          </w:tcPr>
          <w:p w:rsidR="00C51D3B" w:rsidRDefault="00C51D3B" w:rsidP="00C51D3B">
            <w:pPr>
              <w:rPr>
                <w:szCs w:val="20"/>
              </w:rPr>
            </w:pPr>
            <w:r w:rsidRPr="00945347">
              <w:rPr>
                <w:b/>
                <w:szCs w:val="20"/>
              </w:rPr>
              <w:t>insgesamt</w:t>
            </w:r>
          </w:p>
        </w:tc>
      </w:tr>
      <w:tr w:rsidR="00C51D3B" w:rsidTr="00911A4F">
        <w:tblPrEx>
          <w:tblBorders>
            <w:bottom w:val="single" w:sz="4" w:space="0" w:color="BFBFBF" w:themeColor="background1" w:themeShade="BF"/>
          </w:tblBorders>
          <w:tblCellMar>
            <w:top w:w="0" w:type="dxa"/>
          </w:tblCellMar>
        </w:tblPrEx>
        <w:trPr>
          <w:trHeight w:val="284"/>
        </w:trPr>
        <w:tc>
          <w:tcPr>
            <w:tcW w:w="284" w:type="dxa"/>
            <w:tcBorders>
              <w:bottom w:val="nil"/>
            </w:tcBorders>
            <w:tcMar>
              <w:top w:w="28" w:type="dxa"/>
              <w:left w:w="28" w:type="dxa"/>
              <w:right w:w="0" w:type="dxa"/>
            </w:tcMar>
          </w:tcPr>
          <w:p w:rsidR="00C51D3B" w:rsidRPr="0012323A" w:rsidRDefault="00C51D3B" w:rsidP="00C51D3B">
            <w:pPr>
              <w:rPr>
                <w:szCs w:val="20"/>
              </w:rPr>
            </w:pPr>
            <w:r w:rsidRPr="0012323A">
              <w:rPr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323A">
              <w:rPr>
                <w:szCs w:val="20"/>
              </w:rPr>
              <w:instrText xml:space="preserve"> FORMCHECKBOX </w:instrText>
            </w:r>
            <w:r w:rsidR="00730E15">
              <w:rPr>
                <w:szCs w:val="20"/>
              </w:rPr>
            </w:r>
            <w:r w:rsidR="00730E15">
              <w:rPr>
                <w:szCs w:val="20"/>
              </w:rPr>
              <w:fldChar w:fldCharType="separate"/>
            </w:r>
            <w:r w:rsidRPr="0012323A">
              <w:rPr>
                <w:szCs w:val="20"/>
              </w:rPr>
              <w:fldChar w:fldCharType="end"/>
            </w:r>
          </w:p>
        </w:tc>
        <w:tc>
          <w:tcPr>
            <w:tcW w:w="9667" w:type="dxa"/>
            <w:gridSpan w:val="6"/>
            <w:tcBorders>
              <w:bottom w:val="nil"/>
            </w:tcBorders>
            <w:tcMar>
              <w:top w:w="28" w:type="dxa"/>
              <w:left w:w="28" w:type="dxa"/>
              <w:right w:w="0" w:type="dxa"/>
            </w:tcMar>
          </w:tcPr>
          <w:p w:rsidR="00C51D3B" w:rsidRDefault="00C51D3B" w:rsidP="00C51D3B">
            <w:pPr>
              <w:rPr>
                <w:szCs w:val="20"/>
              </w:rPr>
            </w:pPr>
            <w:r w:rsidRPr="00945347">
              <w:rPr>
                <w:b/>
                <w:szCs w:val="20"/>
              </w:rPr>
              <w:t>teilweise</w:t>
            </w:r>
            <w:r>
              <w:rPr>
                <w:szCs w:val="20"/>
              </w:rPr>
              <w:t>, und zwar beschränkt auf folgende(n) in sich abgeschlossene(n) Teil(e) der Bauleistung:</w:t>
            </w:r>
          </w:p>
        </w:tc>
      </w:tr>
      <w:tr w:rsidR="00C51D3B" w:rsidTr="00FE5A69">
        <w:tblPrEx>
          <w:tblBorders>
            <w:bottom w:val="single" w:sz="4" w:space="0" w:color="BFBFBF" w:themeColor="background1" w:themeShade="BF"/>
          </w:tblBorders>
          <w:tblCellMar>
            <w:top w:w="0" w:type="dxa"/>
          </w:tblCellMar>
        </w:tblPrEx>
        <w:trPr>
          <w:trHeight w:val="1418"/>
        </w:trPr>
        <w:tc>
          <w:tcPr>
            <w:tcW w:w="284" w:type="dxa"/>
            <w:tcBorders>
              <w:bottom w:val="nil"/>
            </w:tcBorders>
            <w:tcMar>
              <w:top w:w="28" w:type="dxa"/>
              <w:left w:w="28" w:type="dxa"/>
              <w:right w:w="0" w:type="dxa"/>
            </w:tcMar>
          </w:tcPr>
          <w:p w:rsidR="00C51D3B" w:rsidRDefault="00C51D3B" w:rsidP="008405F0">
            <w:pPr>
              <w:rPr>
                <w:szCs w:val="20"/>
              </w:rPr>
            </w:pPr>
          </w:p>
        </w:tc>
        <w:tc>
          <w:tcPr>
            <w:tcW w:w="9667" w:type="dxa"/>
            <w:gridSpan w:val="6"/>
            <w:tcBorders>
              <w:bottom w:val="single" w:sz="4" w:space="0" w:color="A6A6A6" w:themeColor="background1" w:themeShade="A6"/>
            </w:tcBorders>
            <w:tcMar>
              <w:top w:w="28" w:type="dxa"/>
              <w:left w:w="28" w:type="dxa"/>
              <w:right w:w="0" w:type="dxa"/>
            </w:tcMar>
          </w:tcPr>
          <w:p w:rsidR="00C51D3B" w:rsidRDefault="00730E15" w:rsidP="00911A4F">
            <w:pPr>
              <w:rPr>
                <w:szCs w:val="20"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tbl>
      <w:tblPr>
        <w:tblW w:w="9923" w:type="dxa"/>
        <w:tblBorders>
          <w:bottom w:val="single" w:sz="4" w:space="0" w:color="BFBFBF" w:themeColor="background1" w:themeShade="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425"/>
        <w:gridCol w:w="2551"/>
        <w:gridCol w:w="2977"/>
        <w:gridCol w:w="3402"/>
        <w:gridCol w:w="142"/>
      </w:tblGrid>
      <w:tr w:rsidR="006B666A" w:rsidTr="006B622C">
        <w:trPr>
          <w:trHeight w:val="284"/>
        </w:trPr>
        <w:tc>
          <w:tcPr>
            <w:tcW w:w="9923" w:type="dxa"/>
            <w:gridSpan w:val="6"/>
            <w:noWrap/>
            <w:tcMar>
              <w:left w:w="28" w:type="dxa"/>
            </w:tcMar>
            <w:vAlign w:val="bottom"/>
          </w:tcPr>
          <w:p w:rsidR="006B666A" w:rsidRDefault="006B666A" w:rsidP="00FE5A69">
            <w:r>
              <w:t>Ich behalte mir ausdrücklich vor, Schadenersatz</w:t>
            </w:r>
            <w:r w:rsidR="00FC770F">
              <w:t xml:space="preserve"> </w:t>
            </w:r>
            <w:r>
              <w:t>geltend zu machen.</w:t>
            </w:r>
          </w:p>
        </w:tc>
      </w:tr>
      <w:tr w:rsidR="00AA3988" w:rsidTr="006B622C">
        <w:trPr>
          <w:trHeight w:val="284"/>
        </w:trPr>
        <w:tc>
          <w:tcPr>
            <w:tcW w:w="9923" w:type="dxa"/>
            <w:gridSpan w:val="6"/>
            <w:noWrap/>
            <w:tcMar>
              <w:left w:w="28" w:type="dxa"/>
            </w:tcMar>
            <w:vAlign w:val="bottom"/>
          </w:tcPr>
          <w:p w:rsidR="00AA3988" w:rsidRDefault="00AA3988" w:rsidP="00FE5A69"/>
        </w:tc>
      </w:tr>
      <w:tr w:rsidR="00E93696" w:rsidTr="005D62B3">
        <w:trPr>
          <w:gridAfter w:val="1"/>
          <w:wAfter w:w="142" w:type="dxa"/>
          <w:trHeight w:val="284"/>
        </w:trPr>
        <w:tc>
          <w:tcPr>
            <w:tcW w:w="9781" w:type="dxa"/>
            <w:gridSpan w:val="5"/>
            <w:noWrap/>
            <w:tcMar>
              <w:left w:w="28" w:type="dxa"/>
            </w:tcMar>
          </w:tcPr>
          <w:p w:rsidR="00E93696" w:rsidRDefault="00E93696" w:rsidP="00FE5A69">
            <w:r>
              <w:lastRenderedPageBreak/>
              <w:t xml:space="preserve">Ich fordere Sie hiermit auf, </w:t>
            </w:r>
          </w:p>
        </w:tc>
      </w:tr>
      <w:tr w:rsidR="00E93696" w:rsidTr="00FE5A69">
        <w:trPr>
          <w:gridAfter w:val="1"/>
          <w:wAfter w:w="142" w:type="dxa"/>
          <w:trHeight w:val="284"/>
        </w:trPr>
        <w:tc>
          <w:tcPr>
            <w:tcW w:w="426" w:type="dxa"/>
            <w:tcBorders>
              <w:right w:val="nil"/>
            </w:tcBorders>
            <w:noWrap/>
            <w:tcMar>
              <w:left w:w="28" w:type="dxa"/>
            </w:tcMar>
          </w:tcPr>
          <w:p w:rsidR="00E93696" w:rsidRDefault="00E93696" w:rsidP="00FE5A69">
            <w: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0E15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tcBorders>
              <w:right w:val="nil"/>
            </w:tcBorders>
          </w:tcPr>
          <w:p w:rsidR="00E93696" w:rsidRDefault="00E93696" w:rsidP="00FE5A69">
            <w:r>
              <w:t>die Baustelle spätestens bis zum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noWrap/>
          </w:tcPr>
          <w:p w:rsidR="00E93696" w:rsidRDefault="00730E15" w:rsidP="00C227E8">
            <w:pPr>
              <w:pStyle w:val="VHB-Standard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left w:val="nil"/>
            </w:tcBorders>
            <w:noWrap/>
          </w:tcPr>
          <w:p w:rsidR="00E93696" w:rsidRDefault="00E93696" w:rsidP="00FE5A69">
            <w:r>
              <w:t>zu räumen, und zwar</w:t>
            </w:r>
          </w:p>
        </w:tc>
      </w:tr>
      <w:tr w:rsidR="00E93696" w:rsidTr="00FE5A69">
        <w:trPr>
          <w:gridAfter w:val="1"/>
          <w:wAfter w:w="142" w:type="dxa"/>
          <w:trHeight w:val="284"/>
        </w:trPr>
        <w:tc>
          <w:tcPr>
            <w:tcW w:w="426" w:type="dxa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E93696" w:rsidRDefault="00E93696" w:rsidP="00C227E8">
            <w:pPr>
              <w:pStyle w:val="VHB-Standard2"/>
            </w:pPr>
          </w:p>
        </w:tc>
        <w:tc>
          <w:tcPr>
            <w:tcW w:w="425" w:type="dxa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E93696" w:rsidRDefault="00E93696" w:rsidP="00FE5A69">
            <w:r>
              <w:fldChar w:fldCharType="begin">
                <w:ffData>
                  <w:name w:val="Kontrollkästchen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0E15">
              <w:fldChar w:fldCharType="separate"/>
            </w:r>
            <w:r>
              <w:fldChar w:fldCharType="end"/>
            </w:r>
          </w:p>
        </w:tc>
        <w:tc>
          <w:tcPr>
            <w:tcW w:w="8930" w:type="dxa"/>
            <w:gridSpan w:val="3"/>
            <w:tcBorders>
              <w:bottom w:val="nil"/>
            </w:tcBorders>
          </w:tcPr>
          <w:p w:rsidR="00E93696" w:rsidRDefault="00E93696" w:rsidP="00FE5A69">
            <w:r>
              <w:t>einschließlich Ihrer dort noch lagernden Stoffe, Bauteile und Ihrer Baustelleneinrichtung.</w:t>
            </w:r>
          </w:p>
        </w:tc>
      </w:tr>
      <w:tr w:rsidR="00E93696" w:rsidTr="00E93696">
        <w:trPr>
          <w:gridAfter w:val="1"/>
          <w:wAfter w:w="142" w:type="dxa"/>
          <w:trHeight w:val="284"/>
        </w:trPr>
        <w:tc>
          <w:tcPr>
            <w:tcW w:w="426" w:type="dxa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E93696" w:rsidRDefault="00E93696" w:rsidP="00C227E8">
            <w:pPr>
              <w:pStyle w:val="VHB-Standard2"/>
            </w:pPr>
          </w:p>
        </w:tc>
        <w:tc>
          <w:tcPr>
            <w:tcW w:w="425" w:type="dxa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E93696" w:rsidRDefault="00E93696" w:rsidP="00FE5A69">
            <w: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0E15">
              <w:fldChar w:fldCharType="separate"/>
            </w:r>
            <w:r>
              <w:fldChar w:fldCharType="end"/>
            </w:r>
          </w:p>
        </w:tc>
        <w:tc>
          <w:tcPr>
            <w:tcW w:w="8930" w:type="dxa"/>
            <w:gridSpan w:val="3"/>
            <w:tcBorders>
              <w:bottom w:val="nil"/>
            </w:tcBorders>
          </w:tcPr>
          <w:p w:rsidR="00E93696" w:rsidRDefault="00E93696" w:rsidP="00FE5A69">
            <w:r w:rsidRPr="00FE612C">
              <w:t>unter Aufrechterhaltung und Nutzung Ihrer Baustelleneinrichtung und Verwendung Ihrer dort noch lagernden Stoffe und Bauteile</w:t>
            </w:r>
            <w:r>
              <w:t xml:space="preserve">. Dafür wird </w:t>
            </w:r>
            <w:r w:rsidRPr="00FE612C">
              <w:t>einer angemessenen Vergütung</w:t>
            </w:r>
            <w:r>
              <w:t xml:space="preserve"> gewährt</w:t>
            </w:r>
            <w:r w:rsidRPr="00FE612C">
              <w:t>, die noch abzustimmen ist</w:t>
            </w:r>
            <w:r>
              <w:t>.</w:t>
            </w:r>
            <w:r w:rsidRPr="00FE612C">
              <w:t xml:space="preserve"> </w:t>
            </w:r>
            <w:r>
              <w:t>D</w:t>
            </w:r>
            <w:r w:rsidRPr="00FE612C">
              <w:t>as Entfernen Ihrer Baustelleneinrichtung und Ihrer Stoffe und Bauteile von der Baustelle ist Ihnen hiermit untersagt.</w:t>
            </w:r>
          </w:p>
        </w:tc>
      </w:tr>
      <w:tr w:rsidR="0053690D" w:rsidRPr="00FE612C" w:rsidTr="00FE5A69">
        <w:trPr>
          <w:gridAfter w:val="1"/>
          <w:wAfter w:w="142" w:type="dxa"/>
          <w:trHeight w:val="284"/>
        </w:trPr>
        <w:tc>
          <w:tcPr>
            <w:tcW w:w="426" w:type="dxa"/>
            <w:noWrap/>
            <w:tcMar>
              <w:top w:w="57" w:type="dxa"/>
              <w:left w:w="28" w:type="dxa"/>
            </w:tcMar>
          </w:tcPr>
          <w:p w:rsidR="0053690D" w:rsidRDefault="0053690D" w:rsidP="00FE5A69">
            <w: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0E15">
              <w:fldChar w:fldCharType="separate"/>
            </w:r>
            <w:r>
              <w:fldChar w:fldCharType="end"/>
            </w:r>
          </w:p>
        </w:tc>
        <w:tc>
          <w:tcPr>
            <w:tcW w:w="9355" w:type="dxa"/>
            <w:gridSpan w:val="4"/>
            <w:noWrap/>
            <w:tcMar>
              <w:top w:w="57" w:type="dxa"/>
              <w:left w:w="28" w:type="dxa"/>
            </w:tcMar>
          </w:tcPr>
          <w:p w:rsidR="0053690D" w:rsidRPr="00FE612C" w:rsidRDefault="0053690D" w:rsidP="00FE5A69">
            <w:pPr>
              <w:tabs>
                <w:tab w:val="left" w:pos="2410"/>
                <w:tab w:val="left" w:pos="4678"/>
              </w:tabs>
              <w:rPr>
                <w:rFonts w:cs="Arial"/>
              </w:rPr>
            </w:pPr>
            <w:r>
              <w:rPr>
                <w:rFonts w:cs="Arial"/>
              </w:rPr>
              <w:t xml:space="preserve">am </w:t>
            </w:r>
            <w:r w:rsidR="00730E1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30E15">
              <w:instrText xml:space="preserve"> FORMTEXT </w:instrText>
            </w:r>
            <w:r w:rsidR="00730E15">
              <w:fldChar w:fldCharType="separate"/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fldChar w:fldCharType="end"/>
            </w:r>
            <w:r w:rsidR="00254C01">
              <w:rPr>
                <w:rFonts w:cs="Arial"/>
              </w:rPr>
              <w:tab/>
            </w:r>
            <w:r>
              <w:rPr>
                <w:rFonts w:cs="Arial"/>
              </w:rPr>
              <w:t xml:space="preserve"> um </w:t>
            </w:r>
            <w:r w:rsidR="00730E1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30E15">
              <w:instrText xml:space="preserve"> FORMTEXT </w:instrText>
            </w:r>
            <w:r w:rsidR="00730E15">
              <w:fldChar w:fldCharType="separate"/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fldChar w:fldCharType="end"/>
            </w:r>
            <w:r w:rsidR="00254C01">
              <w:rPr>
                <w:rFonts w:cs="Arial"/>
              </w:rPr>
              <w:tab/>
              <w:t xml:space="preserve"> </w:t>
            </w:r>
            <w:r>
              <w:rPr>
                <w:rFonts w:cs="Arial"/>
              </w:rPr>
              <w:t>Uhr an der gemeinsamen Feststellung des Bautenstandes und an der Vornahme eines gemeinsamen Aufmaßes teilzunehmen.</w:t>
            </w:r>
          </w:p>
        </w:tc>
      </w:tr>
      <w:tr w:rsidR="0053690D" w:rsidRPr="00FE612C" w:rsidTr="00486E08">
        <w:trPr>
          <w:gridAfter w:val="1"/>
          <w:wAfter w:w="142" w:type="dxa"/>
          <w:trHeight w:val="284"/>
        </w:trPr>
        <w:tc>
          <w:tcPr>
            <w:tcW w:w="426" w:type="dxa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53690D" w:rsidRDefault="0053690D" w:rsidP="00FE5A69">
            <w: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0E15">
              <w:fldChar w:fldCharType="separate"/>
            </w:r>
            <w:r>
              <w:fldChar w:fldCharType="end"/>
            </w:r>
          </w:p>
        </w:tc>
        <w:tc>
          <w:tcPr>
            <w:tcW w:w="9355" w:type="dxa"/>
            <w:gridSpan w:val="4"/>
            <w:tcBorders>
              <w:bottom w:val="nil"/>
            </w:tcBorders>
            <w:noWrap/>
            <w:tcMar>
              <w:top w:w="57" w:type="dxa"/>
              <w:left w:w="28" w:type="dxa"/>
            </w:tcMar>
          </w:tcPr>
          <w:p w:rsidR="0053690D" w:rsidRPr="00FE612C" w:rsidRDefault="00E93696" w:rsidP="00815FFA">
            <w:pPr>
              <w:tabs>
                <w:tab w:val="left" w:pos="426"/>
                <w:tab w:val="left" w:pos="1134"/>
                <w:tab w:val="left" w:pos="2410"/>
                <w:tab w:val="left" w:pos="3544"/>
                <w:tab w:val="left" w:pos="4678"/>
              </w:tabs>
              <w:rPr>
                <w:rFonts w:cs="Arial"/>
              </w:rPr>
            </w:pPr>
            <w:r>
              <w:rPr>
                <w:rFonts w:cs="Arial"/>
              </w:rPr>
              <w:t>innerhalb der Fristen nach §</w:t>
            </w:r>
            <w:r w:rsidR="00815FFA">
              <w:rPr>
                <w:rFonts w:cs="Arial"/>
              </w:rPr>
              <w:t> </w:t>
            </w:r>
            <w:r>
              <w:rPr>
                <w:rFonts w:cs="Arial"/>
              </w:rPr>
              <w:t>14 Absatz</w:t>
            </w:r>
            <w:r w:rsidR="00815FFA">
              <w:rPr>
                <w:rFonts w:cs="Arial"/>
              </w:rPr>
              <w:t> </w:t>
            </w:r>
            <w:r>
              <w:rPr>
                <w:rFonts w:cs="Arial"/>
              </w:rPr>
              <w:t>3 VOB/B eine prüffähige Schlussrechnung über Ihre Vergütungsansprüche vorzulegen</w:t>
            </w:r>
            <w:r w:rsidR="0053690D">
              <w:rPr>
                <w:rFonts w:cs="Arial"/>
              </w:rPr>
              <w:t>.</w:t>
            </w:r>
          </w:p>
        </w:tc>
      </w:tr>
    </w:tbl>
    <w:p w:rsidR="00A01FA4" w:rsidRPr="005923CB" w:rsidRDefault="00A01FA4" w:rsidP="00911A4F">
      <w:pPr>
        <w:pStyle w:val="Text"/>
      </w:pPr>
      <w:r w:rsidRPr="005923CB">
        <w:t xml:space="preserve">Mit freundlichen Grüßen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</w:tblGrid>
      <w:tr w:rsidR="008405F0" w:rsidRPr="005923CB">
        <w:tc>
          <w:tcPr>
            <w:tcW w:w="3628" w:type="dxa"/>
            <w:tcBorders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8405F0" w:rsidRPr="005923CB" w:rsidRDefault="0041782A" w:rsidP="008405F0">
            <w:pPr>
              <w:rPr>
                <w:szCs w:val="20"/>
              </w:rPr>
            </w:pPr>
            <w:r w:rsidRPr="005923CB">
              <w:rPr>
                <w:szCs w:val="20"/>
              </w:rPr>
              <w:t>I</w:t>
            </w:r>
            <w:r w:rsidR="004A666B" w:rsidRPr="005923CB">
              <w:rPr>
                <w:szCs w:val="20"/>
              </w:rPr>
              <w:t>.A.</w:t>
            </w:r>
            <w:r w:rsidR="00730E15">
              <w:rPr>
                <w:szCs w:val="20"/>
              </w:rPr>
              <w:t xml:space="preserve"> </w:t>
            </w:r>
            <w:r w:rsidR="00730E15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730E15">
              <w:instrText xml:space="preserve"> FORMTEXT </w:instrText>
            </w:r>
            <w:r w:rsidR="00730E15">
              <w:fldChar w:fldCharType="separate"/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rPr>
                <w:noProof/>
              </w:rPr>
              <w:t> </w:t>
            </w:r>
            <w:r w:rsidR="00730E15">
              <w:fldChar w:fldCharType="end"/>
            </w:r>
          </w:p>
        </w:tc>
      </w:tr>
    </w:tbl>
    <w:p w:rsidR="008405F0" w:rsidRPr="00324295" w:rsidRDefault="008405F0" w:rsidP="00324295">
      <w:pPr>
        <w:rPr>
          <w:sz w:val="10"/>
          <w:szCs w:val="10"/>
        </w:rPr>
      </w:pPr>
    </w:p>
    <w:sectPr w:rsidR="008405F0" w:rsidRPr="00324295" w:rsidSect="00C227E8">
      <w:headerReference w:type="default" r:id="rId7"/>
      <w:footerReference w:type="default" r:id="rId8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3B" w:rsidRDefault="00D91B3B">
      <w:r>
        <w:separator/>
      </w:r>
    </w:p>
  </w:endnote>
  <w:endnote w:type="continuationSeparator" w:id="0">
    <w:p w:rsidR="00D91B3B" w:rsidRDefault="00D9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280"/>
      <w:gridCol w:w="1620"/>
    </w:tblGrid>
    <w:tr w:rsidR="00AA3988" w:rsidRPr="00AA3988" w:rsidTr="00AA3988">
      <w:trPr>
        <w:cantSplit/>
        <w:trHeight w:hRule="exact" w:val="397"/>
      </w:trPr>
      <w:tc>
        <w:tcPr>
          <w:tcW w:w="8280" w:type="dxa"/>
          <w:vAlign w:val="center"/>
        </w:tcPr>
        <w:p w:rsidR="00AA3988" w:rsidRPr="00AA3988" w:rsidRDefault="00AA3988" w:rsidP="006B622C">
          <w:pPr>
            <w:tabs>
              <w:tab w:val="left" w:pos="146"/>
            </w:tabs>
            <w:rPr>
              <w:rFonts w:cs="Arial"/>
              <w:sz w:val="16"/>
              <w:szCs w:val="16"/>
            </w:rPr>
          </w:pPr>
          <w:r w:rsidRPr="00AA3988">
            <w:rPr>
              <w:rFonts w:cs="Arial"/>
              <w:sz w:val="16"/>
              <w:szCs w:val="16"/>
            </w:rPr>
            <w:t xml:space="preserve">© VHB Bayern - Stand </w:t>
          </w:r>
          <w:r>
            <w:rPr>
              <w:rFonts w:cs="Arial"/>
              <w:sz w:val="16"/>
              <w:szCs w:val="16"/>
            </w:rPr>
            <w:t>2019</w:t>
          </w:r>
        </w:p>
      </w:tc>
      <w:tc>
        <w:tcPr>
          <w:tcW w:w="1620" w:type="dxa"/>
          <w:vAlign w:val="center"/>
        </w:tcPr>
        <w:p w:rsidR="00AA3988" w:rsidRPr="00AA3988" w:rsidRDefault="00AA3988" w:rsidP="00AA3988">
          <w:pPr>
            <w:jc w:val="right"/>
            <w:rPr>
              <w:rFonts w:cs="Arial"/>
              <w:sz w:val="16"/>
              <w:szCs w:val="16"/>
            </w:rPr>
          </w:pPr>
          <w:r w:rsidRPr="00AA398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A3988">
            <w:rPr>
              <w:rFonts w:cs="Arial"/>
              <w:snapToGrid w:val="0"/>
              <w:sz w:val="16"/>
              <w:szCs w:val="16"/>
            </w:rPr>
            <w:instrText xml:space="preserve"> PAGE </w:instrText>
          </w:r>
          <w:r w:rsidRPr="00AA398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30E15">
            <w:rPr>
              <w:rFonts w:cs="Arial"/>
              <w:noProof/>
              <w:snapToGrid w:val="0"/>
              <w:sz w:val="16"/>
              <w:szCs w:val="16"/>
            </w:rPr>
            <w:t>1</w:t>
          </w:r>
          <w:r w:rsidRPr="00AA3988">
            <w:rPr>
              <w:rFonts w:cs="Arial"/>
              <w:snapToGrid w:val="0"/>
              <w:sz w:val="16"/>
              <w:szCs w:val="16"/>
            </w:rPr>
            <w:fldChar w:fldCharType="end"/>
          </w:r>
          <w:r w:rsidRPr="00AA3988">
            <w:rPr>
              <w:rFonts w:cs="Arial"/>
              <w:snapToGrid w:val="0"/>
              <w:sz w:val="16"/>
              <w:szCs w:val="16"/>
            </w:rPr>
            <w:t xml:space="preserve"> von </w:t>
          </w:r>
          <w:r w:rsidRPr="00AA3988">
            <w:rPr>
              <w:rFonts w:cs="Arial"/>
              <w:snapToGrid w:val="0"/>
              <w:sz w:val="16"/>
              <w:szCs w:val="16"/>
            </w:rPr>
            <w:fldChar w:fldCharType="begin"/>
          </w:r>
          <w:r w:rsidRPr="00AA3988">
            <w:rPr>
              <w:rFonts w:cs="Arial"/>
              <w:snapToGrid w:val="0"/>
              <w:sz w:val="16"/>
              <w:szCs w:val="16"/>
            </w:rPr>
            <w:instrText xml:space="preserve"> NUMPAGES </w:instrText>
          </w:r>
          <w:r w:rsidRPr="00AA3988">
            <w:rPr>
              <w:rFonts w:cs="Arial"/>
              <w:snapToGrid w:val="0"/>
              <w:sz w:val="16"/>
              <w:szCs w:val="16"/>
            </w:rPr>
            <w:fldChar w:fldCharType="separate"/>
          </w:r>
          <w:r w:rsidR="00730E15">
            <w:rPr>
              <w:rFonts w:cs="Arial"/>
              <w:noProof/>
              <w:snapToGrid w:val="0"/>
              <w:sz w:val="16"/>
              <w:szCs w:val="16"/>
            </w:rPr>
            <w:t>2</w:t>
          </w:r>
          <w:r w:rsidRPr="00AA3988">
            <w:rPr>
              <w:rFonts w:cs="Arial"/>
              <w:snapToGrid w:val="0"/>
              <w:sz w:val="16"/>
              <w:szCs w:val="16"/>
            </w:rPr>
            <w:fldChar w:fldCharType="end"/>
          </w:r>
        </w:p>
      </w:tc>
    </w:tr>
  </w:tbl>
  <w:p w:rsidR="00B17C2D" w:rsidRDefault="00B17C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3B" w:rsidRDefault="00D91B3B">
      <w:r>
        <w:separator/>
      </w:r>
    </w:p>
  </w:footnote>
  <w:footnote w:type="continuationSeparator" w:id="0">
    <w:p w:rsidR="00D91B3B" w:rsidRDefault="00D9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C2D" w:rsidRDefault="00B17C2D">
    <w:pPr>
      <w:pStyle w:val="Kopfzeile"/>
    </w:pPr>
    <w:r>
      <w:t>46</w:t>
    </w:r>
    <w:r w:rsidR="001C110F">
      <w:t>6</w:t>
    </w:r>
  </w:p>
  <w:p w:rsidR="00B17C2D" w:rsidRDefault="00B17C2D" w:rsidP="003928B6">
    <w:pPr>
      <w:pStyle w:val="UnterKopfzeile"/>
      <w:ind w:right="-30"/>
    </w:pPr>
    <w:r>
      <w:t>(</w:t>
    </w:r>
    <w:r w:rsidR="00DF12A8">
      <w:t>Kündigung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2FD1BF8"/>
    <w:multiLevelType w:val="hybridMultilevel"/>
    <w:tmpl w:val="A24CA7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BIX6QsYEewVw67Eon/uOlgtUTcQ3dSnC5Y9GWokc937vk58UyLW3UyElOoNxr53+IDPzM61TFuUAQ/yE3VjOQ==" w:salt="cYTH5ZwpKog1eLEkFKD3Dg=="/>
  <w:defaultTabStop w:val="709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9"/>
    <w:rsid w:val="00010C2E"/>
    <w:rsid w:val="000114D3"/>
    <w:rsid w:val="00071279"/>
    <w:rsid w:val="0007408E"/>
    <w:rsid w:val="000742BB"/>
    <w:rsid w:val="000A5E0A"/>
    <w:rsid w:val="000B00D0"/>
    <w:rsid w:val="000E0A39"/>
    <w:rsid w:val="000F026E"/>
    <w:rsid w:val="00110816"/>
    <w:rsid w:val="0012121D"/>
    <w:rsid w:val="0012323A"/>
    <w:rsid w:val="00127C79"/>
    <w:rsid w:val="001426F7"/>
    <w:rsid w:val="001457AA"/>
    <w:rsid w:val="00184F7A"/>
    <w:rsid w:val="001A7781"/>
    <w:rsid w:val="001B6E7F"/>
    <w:rsid w:val="001B798D"/>
    <w:rsid w:val="001C110F"/>
    <w:rsid w:val="001C509D"/>
    <w:rsid w:val="001D7761"/>
    <w:rsid w:val="001E1AFE"/>
    <w:rsid w:val="00203817"/>
    <w:rsid w:val="0022050B"/>
    <w:rsid w:val="00231355"/>
    <w:rsid w:val="002517FD"/>
    <w:rsid w:val="00254C01"/>
    <w:rsid w:val="00263542"/>
    <w:rsid w:val="00283CC9"/>
    <w:rsid w:val="002C403D"/>
    <w:rsid w:val="002F4952"/>
    <w:rsid w:val="00324295"/>
    <w:rsid w:val="00327698"/>
    <w:rsid w:val="00345741"/>
    <w:rsid w:val="00375457"/>
    <w:rsid w:val="003817A9"/>
    <w:rsid w:val="003928B6"/>
    <w:rsid w:val="003A36E9"/>
    <w:rsid w:val="003B067D"/>
    <w:rsid w:val="003D3E99"/>
    <w:rsid w:val="003E0F73"/>
    <w:rsid w:val="003E2CD4"/>
    <w:rsid w:val="0041782A"/>
    <w:rsid w:val="00424038"/>
    <w:rsid w:val="0045228F"/>
    <w:rsid w:val="0045726B"/>
    <w:rsid w:val="00457CBD"/>
    <w:rsid w:val="00467EE9"/>
    <w:rsid w:val="0047055A"/>
    <w:rsid w:val="00475E7C"/>
    <w:rsid w:val="00480ABD"/>
    <w:rsid w:val="00492429"/>
    <w:rsid w:val="004951EC"/>
    <w:rsid w:val="004A666B"/>
    <w:rsid w:val="004C5609"/>
    <w:rsid w:val="005333C9"/>
    <w:rsid w:val="00533498"/>
    <w:rsid w:val="0053472C"/>
    <w:rsid w:val="0053690D"/>
    <w:rsid w:val="0054408D"/>
    <w:rsid w:val="00545032"/>
    <w:rsid w:val="0057247D"/>
    <w:rsid w:val="00573601"/>
    <w:rsid w:val="00586B9B"/>
    <w:rsid w:val="005923CB"/>
    <w:rsid w:val="005C01BB"/>
    <w:rsid w:val="005C1FDB"/>
    <w:rsid w:val="005C41DA"/>
    <w:rsid w:val="005D78A9"/>
    <w:rsid w:val="005E1371"/>
    <w:rsid w:val="005F41CD"/>
    <w:rsid w:val="00605DD3"/>
    <w:rsid w:val="00606550"/>
    <w:rsid w:val="00614636"/>
    <w:rsid w:val="00620245"/>
    <w:rsid w:val="00627C2D"/>
    <w:rsid w:val="00640260"/>
    <w:rsid w:val="00640D1C"/>
    <w:rsid w:val="00690FAB"/>
    <w:rsid w:val="006A5AED"/>
    <w:rsid w:val="006B622C"/>
    <w:rsid w:val="006B666A"/>
    <w:rsid w:val="006B7CF1"/>
    <w:rsid w:val="006D19BF"/>
    <w:rsid w:val="006D403D"/>
    <w:rsid w:val="006D70A3"/>
    <w:rsid w:val="00710B88"/>
    <w:rsid w:val="00730E15"/>
    <w:rsid w:val="0073462A"/>
    <w:rsid w:val="00734EDE"/>
    <w:rsid w:val="00737750"/>
    <w:rsid w:val="0078194F"/>
    <w:rsid w:val="007D6205"/>
    <w:rsid w:val="007E4255"/>
    <w:rsid w:val="00815FFA"/>
    <w:rsid w:val="008405F0"/>
    <w:rsid w:val="008561D1"/>
    <w:rsid w:val="00896EED"/>
    <w:rsid w:val="008A004F"/>
    <w:rsid w:val="008B61C5"/>
    <w:rsid w:val="008D0CDF"/>
    <w:rsid w:val="00910F0B"/>
    <w:rsid w:val="00911A4F"/>
    <w:rsid w:val="00916671"/>
    <w:rsid w:val="00917EF8"/>
    <w:rsid w:val="00920EF2"/>
    <w:rsid w:val="00945347"/>
    <w:rsid w:val="00947296"/>
    <w:rsid w:val="00962412"/>
    <w:rsid w:val="0097166A"/>
    <w:rsid w:val="0097612E"/>
    <w:rsid w:val="009B2127"/>
    <w:rsid w:val="009B7E5B"/>
    <w:rsid w:val="009C14BE"/>
    <w:rsid w:val="00A00872"/>
    <w:rsid w:val="00A01FA4"/>
    <w:rsid w:val="00A12B59"/>
    <w:rsid w:val="00A20174"/>
    <w:rsid w:val="00A5084B"/>
    <w:rsid w:val="00A52945"/>
    <w:rsid w:val="00A75824"/>
    <w:rsid w:val="00A90C84"/>
    <w:rsid w:val="00AA3988"/>
    <w:rsid w:val="00AC3F30"/>
    <w:rsid w:val="00AC56D5"/>
    <w:rsid w:val="00AC7F2D"/>
    <w:rsid w:val="00AD2325"/>
    <w:rsid w:val="00AD51D9"/>
    <w:rsid w:val="00AE4AF0"/>
    <w:rsid w:val="00AF4D9C"/>
    <w:rsid w:val="00B003C3"/>
    <w:rsid w:val="00B17C2D"/>
    <w:rsid w:val="00B32A04"/>
    <w:rsid w:val="00B40909"/>
    <w:rsid w:val="00B4725F"/>
    <w:rsid w:val="00B474E1"/>
    <w:rsid w:val="00B61D2B"/>
    <w:rsid w:val="00B64534"/>
    <w:rsid w:val="00B96ADB"/>
    <w:rsid w:val="00BA5E42"/>
    <w:rsid w:val="00C101BF"/>
    <w:rsid w:val="00C227E8"/>
    <w:rsid w:val="00C246AC"/>
    <w:rsid w:val="00C2678D"/>
    <w:rsid w:val="00C51D3B"/>
    <w:rsid w:val="00C764C5"/>
    <w:rsid w:val="00C8235E"/>
    <w:rsid w:val="00CD156A"/>
    <w:rsid w:val="00CD54C7"/>
    <w:rsid w:val="00CE096F"/>
    <w:rsid w:val="00CE1AEE"/>
    <w:rsid w:val="00D05C74"/>
    <w:rsid w:val="00D33434"/>
    <w:rsid w:val="00D6072E"/>
    <w:rsid w:val="00D66F11"/>
    <w:rsid w:val="00D74B46"/>
    <w:rsid w:val="00D75523"/>
    <w:rsid w:val="00D91B3B"/>
    <w:rsid w:val="00DA276D"/>
    <w:rsid w:val="00DC2EA6"/>
    <w:rsid w:val="00DC7E08"/>
    <w:rsid w:val="00DE2F64"/>
    <w:rsid w:val="00DF12A8"/>
    <w:rsid w:val="00E008B8"/>
    <w:rsid w:val="00E02FAA"/>
    <w:rsid w:val="00E322E9"/>
    <w:rsid w:val="00E3441F"/>
    <w:rsid w:val="00E405AA"/>
    <w:rsid w:val="00E4456C"/>
    <w:rsid w:val="00E45505"/>
    <w:rsid w:val="00E541E1"/>
    <w:rsid w:val="00E6087B"/>
    <w:rsid w:val="00E85EBB"/>
    <w:rsid w:val="00E871A7"/>
    <w:rsid w:val="00E93696"/>
    <w:rsid w:val="00EC7AED"/>
    <w:rsid w:val="00F00B6A"/>
    <w:rsid w:val="00F11272"/>
    <w:rsid w:val="00F133C2"/>
    <w:rsid w:val="00F21669"/>
    <w:rsid w:val="00F24B7A"/>
    <w:rsid w:val="00F32C49"/>
    <w:rsid w:val="00F34E17"/>
    <w:rsid w:val="00F50A3A"/>
    <w:rsid w:val="00F5251E"/>
    <w:rsid w:val="00F549E9"/>
    <w:rsid w:val="00F77CE1"/>
    <w:rsid w:val="00FA0151"/>
    <w:rsid w:val="00FA4F96"/>
    <w:rsid w:val="00FB2742"/>
    <w:rsid w:val="00FC0982"/>
    <w:rsid w:val="00FC770F"/>
    <w:rsid w:val="00FD49AF"/>
    <w:rsid w:val="00FE01BE"/>
    <w:rsid w:val="00FE5A69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6F245810"/>
  <w15:docId w15:val="{AE8E81FE-0AD7-4532-824E-DA4A0417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254C01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254C01"/>
    <w:pPr>
      <w:spacing w:before="240" w:after="360"/>
    </w:pPr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911A4F"/>
    <w:pPr>
      <w:spacing w:before="240" w:after="480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rsid w:val="00C764C5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basedOn w:val="Absatz-Standardschriftart"/>
    <w:semiHidden/>
    <w:rsid w:val="00CD156A"/>
    <w:rPr>
      <w:vertAlign w:val="superscript"/>
    </w:rPr>
  </w:style>
  <w:style w:type="paragraph" w:styleId="Sprechblasentext">
    <w:name w:val="Balloon Text"/>
    <w:basedOn w:val="Standard"/>
    <w:semiHidden/>
    <w:rsid w:val="00AF4D9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23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01BB"/>
    <w:pPr>
      <w:ind w:left="720"/>
      <w:contextualSpacing/>
    </w:pPr>
  </w:style>
  <w:style w:type="paragraph" w:customStyle="1" w:styleId="VHB-Standard2">
    <w:name w:val="VHB-Standard 2"/>
    <w:basedOn w:val="Standard"/>
    <w:autoRedefine/>
    <w:rsid w:val="00C227E8"/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2</Pages>
  <Words>290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Mahnung</vt:lpstr>
    </vt:vector>
  </TitlesOfParts>
  <Company>BBR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Mahnung</dc:title>
  <dc:creator>Dorothea Fenner</dc:creator>
  <cp:lastModifiedBy>Karl, Gisela (StMB)</cp:lastModifiedBy>
  <cp:revision>6</cp:revision>
  <cp:lastPrinted>2019-10-11T16:05:00Z</cp:lastPrinted>
  <dcterms:created xsi:type="dcterms:W3CDTF">2019-07-03T11:05:00Z</dcterms:created>
  <dcterms:modified xsi:type="dcterms:W3CDTF">2019-10-23T15:37:00Z</dcterms:modified>
</cp:coreProperties>
</file>